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48CF3" w14:textId="77777777" w:rsidR="004D1ED0" w:rsidRPr="003129B4" w:rsidRDefault="004D1ED0" w:rsidP="004D1ED0">
      <w:pPr>
        <w:jc w:val="both"/>
        <w:rPr>
          <w:rFonts w:ascii="Calibri" w:hAnsi="Calibri"/>
          <w:i/>
          <w:iCs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311"/>
        <w:gridCol w:w="6045"/>
      </w:tblGrid>
      <w:tr w:rsidR="004C626E" w:rsidRPr="003129B4" w14:paraId="06AC1FF7" w14:textId="77777777" w:rsidTr="00ED4B5A">
        <w:tc>
          <w:tcPr>
            <w:tcW w:w="3311" w:type="dxa"/>
          </w:tcPr>
          <w:p w14:paraId="30801F12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Наименование на Участника:</w:t>
            </w:r>
          </w:p>
        </w:tc>
        <w:tc>
          <w:tcPr>
            <w:tcW w:w="6045" w:type="dxa"/>
          </w:tcPr>
          <w:p w14:paraId="3E34B262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585C1016" w14:textId="77777777" w:rsidTr="00ED4B5A">
        <w:tc>
          <w:tcPr>
            <w:tcW w:w="3311" w:type="dxa"/>
          </w:tcPr>
          <w:p w14:paraId="1452E95A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Седалище по регистрация:</w:t>
            </w:r>
          </w:p>
        </w:tc>
        <w:tc>
          <w:tcPr>
            <w:tcW w:w="6045" w:type="dxa"/>
          </w:tcPr>
          <w:p w14:paraId="4BCED206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0111B620" w14:textId="77777777" w:rsidTr="00ED4B5A">
        <w:tc>
          <w:tcPr>
            <w:tcW w:w="3311" w:type="dxa"/>
          </w:tcPr>
          <w:p w14:paraId="5EE20903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  <w:lang w:val="en-US"/>
              </w:rPr>
              <w:t>BIC/IBAN</w:t>
            </w:r>
            <w:r w:rsidRPr="003129B4">
              <w:rPr>
                <w:rFonts w:ascii="Calibri" w:hAnsi="Calibri"/>
                <w:bCs/>
              </w:rPr>
              <w:t xml:space="preserve">: </w:t>
            </w:r>
          </w:p>
        </w:tc>
        <w:tc>
          <w:tcPr>
            <w:tcW w:w="6045" w:type="dxa"/>
          </w:tcPr>
          <w:p w14:paraId="20809CF2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371DEABF" w14:textId="77777777" w:rsidTr="00ED4B5A">
        <w:tc>
          <w:tcPr>
            <w:tcW w:w="3311" w:type="dxa"/>
          </w:tcPr>
          <w:p w14:paraId="1F84A4AC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ЕИК:</w:t>
            </w:r>
          </w:p>
        </w:tc>
        <w:tc>
          <w:tcPr>
            <w:tcW w:w="6045" w:type="dxa"/>
          </w:tcPr>
          <w:p w14:paraId="3EAE130F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1CE84A6D" w14:textId="77777777" w:rsidTr="00ED4B5A">
        <w:tc>
          <w:tcPr>
            <w:tcW w:w="3311" w:type="dxa"/>
          </w:tcPr>
          <w:p w14:paraId="11C37DB4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Точен адрес за кореспонденция:</w:t>
            </w:r>
          </w:p>
        </w:tc>
        <w:tc>
          <w:tcPr>
            <w:tcW w:w="6045" w:type="dxa"/>
          </w:tcPr>
          <w:p w14:paraId="13BA0D7A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  <w:p w14:paraId="63A3C5CE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  <w:r w:rsidRPr="003129B4">
              <w:rPr>
                <w:rFonts w:ascii="Calibri" w:hAnsi="Calibri"/>
                <w:i/>
                <w:iCs/>
              </w:rPr>
              <w:t>(град, пощенски код, улица, №)</w:t>
            </w:r>
          </w:p>
        </w:tc>
      </w:tr>
      <w:tr w:rsidR="004C626E" w:rsidRPr="003129B4" w14:paraId="56D7F601" w14:textId="77777777" w:rsidTr="00ED4B5A">
        <w:tc>
          <w:tcPr>
            <w:tcW w:w="3311" w:type="dxa"/>
          </w:tcPr>
          <w:p w14:paraId="167C023B" w14:textId="77777777" w:rsidR="004C626E" w:rsidRPr="003129B4" w:rsidRDefault="004C626E" w:rsidP="00ED4B5A">
            <w:pPr>
              <w:jc w:val="both"/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Телефонен номер:</w:t>
            </w:r>
          </w:p>
        </w:tc>
        <w:tc>
          <w:tcPr>
            <w:tcW w:w="6045" w:type="dxa"/>
          </w:tcPr>
          <w:p w14:paraId="2E6E419D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2C0F4BB0" w14:textId="77777777" w:rsidTr="00ED4B5A">
        <w:tc>
          <w:tcPr>
            <w:tcW w:w="3311" w:type="dxa"/>
          </w:tcPr>
          <w:p w14:paraId="360579A1" w14:textId="77777777" w:rsidR="004C626E" w:rsidRPr="003129B4" w:rsidRDefault="004C626E" w:rsidP="00ED4B5A">
            <w:pPr>
              <w:jc w:val="both"/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Факс номер:</w:t>
            </w:r>
          </w:p>
        </w:tc>
        <w:tc>
          <w:tcPr>
            <w:tcW w:w="6045" w:type="dxa"/>
          </w:tcPr>
          <w:p w14:paraId="0B17D33C" w14:textId="77777777" w:rsidR="004C626E" w:rsidRPr="003129B4" w:rsidRDefault="004C626E" w:rsidP="00ED4B5A">
            <w:pPr>
              <w:rPr>
                <w:rFonts w:ascii="Calibri" w:hAnsi="Calibri"/>
                <w:bCs/>
              </w:rPr>
            </w:pPr>
          </w:p>
        </w:tc>
      </w:tr>
      <w:tr w:rsidR="004C626E" w:rsidRPr="003129B4" w14:paraId="0F0E02E8" w14:textId="77777777" w:rsidTr="00ED4B5A">
        <w:tc>
          <w:tcPr>
            <w:tcW w:w="3311" w:type="dxa"/>
          </w:tcPr>
          <w:p w14:paraId="61D75CD4" w14:textId="77777777" w:rsidR="004C626E" w:rsidRPr="003129B4" w:rsidRDefault="004C626E" w:rsidP="00ED4B5A">
            <w:pPr>
              <w:jc w:val="both"/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</w:rPr>
              <w:t>Лице за връзка:</w:t>
            </w:r>
          </w:p>
        </w:tc>
        <w:tc>
          <w:tcPr>
            <w:tcW w:w="6045" w:type="dxa"/>
          </w:tcPr>
          <w:p w14:paraId="1E110C35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4C626E" w:rsidRPr="003129B4" w14:paraId="4FCB6D22" w14:textId="77777777" w:rsidTr="00ED4B5A">
        <w:tc>
          <w:tcPr>
            <w:tcW w:w="3311" w:type="dxa"/>
          </w:tcPr>
          <w:p w14:paraId="279233DB" w14:textId="77777777" w:rsidR="004C626E" w:rsidRPr="003129B4" w:rsidRDefault="004C626E" w:rsidP="00ED4B5A">
            <w:pPr>
              <w:jc w:val="both"/>
              <w:rPr>
                <w:rFonts w:ascii="Calibri" w:hAnsi="Calibri"/>
                <w:bCs/>
                <w:lang w:val="en-US"/>
              </w:rPr>
            </w:pPr>
            <w:r w:rsidRPr="003129B4">
              <w:rPr>
                <w:rFonts w:ascii="Calibri" w:hAnsi="Calibri"/>
                <w:bCs/>
                <w:lang w:val="en-US"/>
              </w:rPr>
              <w:t>E- mail:</w:t>
            </w:r>
          </w:p>
        </w:tc>
        <w:tc>
          <w:tcPr>
            <w:tcW w:w="6045" w:type="dxa"/>
          </w:tcPr>
          <w:p w14:paraId="2EDC2D87" w14:textId="77777777" w:rsidR="004C626E" w:rsidRPr="003129B4" w:rsidRDefault="004C626E" w:rsidP="00ED4B5A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</w:tbl>
    <w:p w14:paraId="4A268A11" w14:textId="77777777" w:rsidR="004C626E" w:rsidRPr="003129B4" w:rsidRDefault="004C626E" w:rsidP="004C626E">
      <w:pPr>
        <w:jc w:val="both"/>
        <w:rPr>
          <w:rFonts w:ascii="Calibri" w:hAnsi="Calibri"/>
          <w:i/>
          <w:iCs/>
          <w:sz w:val="22"/>
          <w:szCs w:val="22"/>
          <w:lang w:val="en-US"/>
        </w:rPr>
      </w:pPr>
    </w:p>
    <w:p w14:paraId="5B49CEFC" w14:textId="038CE997" w:rsidR="004C626E" w:rsidRPr="003129B4" w:rsidRDefault="004C626E" w:rsidP="004C626E">
      <w:pPr>
        <w:ind w:left="5103" w:firstLine="561"/>
        <w:jc w:val="both"/>
        <w:rPr>
          <w:rFonts w:ascii="Calibri" w:hAnsi="Calibri"/>
          <w:bCs/>
        </w:rPr>
      </w:pPr>
      <w:r w:rsidRPr="003129B4">
        <w:rPr>
          <w:rFonts w:ascii="Calibri" w:hAnsi="Calibri"/>
          <w:bCs/>
        </w:rPr>
        <w:t xml:space="preserve">   До </w:t>
      </w:r>
    </w:p>
    <w:p w14:paraId="39968884" w14:textId="77777777" w:rsidR="004C626E" w:rsidRPr="003129B4" w:rsidRDefault="004C626E" w:rsidP="004C626E">
      <w:pPr>
        <w:ind w:left="5103" w:firstLine="561"/>
        <w:jc w:val="both"/>
        <w:rPr>
          <w:rFonts w:ascii="Calibri" w:hAnsi="Calibri"/>
          <w:bCs/>
        </w:rPr>
      </w:pPr>
      <w:r w:rsidRPr="003129B4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 xml:space="preserve"> К</w:t>
      </w:r>
      <w:r w:rsidRPr="003129B4">
        <w:rPr>
          <w:rFonts w:ascii="Calibri" w:hAnsi="Calibri"/>
          <w:bCs/>
        </w:rPr>
        <w:t>онтурГлобал Марица Изток 3 АД</w:t>
      </w:r>
    </w:p>
    <w:p w14:paraId="5F000A2A" w14:textId="77777777" w:rsidR="004C626E" w:rsidRDefault="004C626E" w:rsidP="004C626E">
      <w:pPr>
        <w:ind w:left="5811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Бул. Ситняково 48, ет.9</w:t>
      </w:r>
      <w:r w:rsidRPr="003129B4">
        <w:rPr>
          <w:rFonts w:ascii="Calibri" w:hAnsi="Calibri"/>
          <w:bCs/>
        </w:rPr>
        <w:t xml:space="preserve">   </w:t>
      </w:r>
    </w:p>
    <w:p w14:paraId="1F92E1C6" w14:textId="77777777" w:rsidR="004C626E" w:rsidRPr="003129B4" w:rsidRDefault="004C626E" w:rsidP="004C626E">
      <w:pPr>
        <w:ind w:left="5250" w:firstLine="561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София 1505</w:t>
      </w:r>
    </w:p>
    <w:p w14:paraId="60EC2DB6" w14:textId="77777777" w:rsidR="004C626E" w:rsidRPr="003129B4" w:rsidRDefault="004C626E" w:rsidP="004C626E">
      <w:pPr>
        <w:ind w:left="5103" w:firstLine="561"/>
        <w:jc w:val="both"/>
        <w:rPr>
          <w:rFonts w:ascii="Calibri" w:hAnsi="Calibri"/>
          <w:bCs/>
        </w:rPr>
      </w:pPr>
      <w:r w:rsidRPr="003129B4">
        <w:rPr>
          <w:rFonts w:ascii="Calibri" w:hAnsi="Calibri"/>
          <w:bCs/>
        </w:rPr>
        <w:t xml:space="preserve"> </w:t>
      </w:r>
    </w:p>
    <w:p w14:paraId="5FA29594" w14:textId="77777777" w:rsidR="004C626E" w:rsidRPr="00062516" w:rsidRDefault="004C626E" w:rsidP="004C626E">
      <w:pPr>
        <w:rPr>
          <w:rFonts w:ascii="Calibri" w:hAnsi="Calibri" w:cs="Calibri"/>
          <w:b/>
          <w:lang w:val="en-US"/>
        </w:rPr>
      </w:pPr>
    </w:p>
    <w:p w14:paraId="7B512F45" w14:textId="77777777" w:rsidR="00ED3962" w:rsidRPr="00062516" w:rsidRDefault="00ED3962" w:rsidP="00ED3962">
      <w:pPr>
        <w:tabs>
          <w:tab w:val="left" w:pos="9498"/>
        </w:tabs>
        <w:jc w:val="center"/>
        <w:rPr>
          <w:rFonts w:ascii="Calibri" w:hAnsi="Calibri" w:cs="Calibri"/>
          <w:b/>
        </w:rPr>
      </w:pPr>
      <w:r w:rsidRPr="00062516">
        <w:rPr>
          <w:rFonts w:ascii="Calibri" w:hAnsi="Calibri" w:cs="Calibri"/>
          <w:b/>
        </w:rPr>
        <w:t xml:space="preserve">ТЕХНИЧЕСКО ПРЕДЛОЖЕНИЕ </w:t>
      </w:r>
    </w:p>
    <w:p w14:paraId="748F6878" w14:textId="77777777" w:rsidR="004C626E" w:rsidRPr="003129B4" w:rsidRDefault="004C626E" w:rsidP="004C626E">
      <w:pPr>
        <w:jc w:val="center"/>
        <w:rPr>
          <w:rFonts w:ascii="Calibri" w:hAnsi="Calibri"/>
          <w:bCs/>
          <w:sz w:val="22"/>
          <w:szCs w:val="22"/>
        </w:rPr>
      </w:pPr>
      <w:r w:rsidRPr="003129B4">
        <w:rPr>
          <w:rFonts w:ascii="Calibri" w:hAnsi="Calibri"/>
          <w:bCs/>
          <w:sz w:val="22"/>
          <w:szCs w:val="22"/>
        </w:rPr>
        <w:t xml:space="preserve">ЗА УЧАСТИЕ В </w:t>
      </w:r>
      <w:r w:rsidRPr="003129B4">
        <w:rPr>
          <w:rFonts w:ascii="Calibri" w:hAnsi="Calibri"/>
          <w:sz w:val="22"/>
          <w:szCs w:val="22"/>
        </w:rPr>
        <w:t xml:space="preserve">ОБЩЕСТВЕНА ПОРЪЧКА </w:t>
      </w:r>
    </w:p>
    <w:p w14:paraId="3CA7ADEB" w14:textId="77777777" w:rsidR="004C626E" w:rsidRPr="003129B4" w:rsidRDefault="004C626E" w:rsidP="004C626E">
      <w:pPr>
        <w:rPr>
          <w:rFonts w:ascii="Calibri" w:hAnsi="Calibri"/>
          <w:sz w:val="20"/>
          <w:szCs w:val="20"/>
        </w:rPr>
      </w:pPr>
    </w:p>
    <w:p w14:paraId="07C7E0A0" w14:textId="77777777" w:rsidR="004C626E" w:rsidRPr="003129B4" w:rsidRDefault="004C626E" w:rsidP="004C626E">
      <w:pPr>
        <w:ind w:firstLine="708"/>
        <w:rPr>
          <w:rFonts w:ascii="Calibri" w:hAnsi="Calibri"/>
          <w:sz w:val="20"/>
          <w:szCs w:val="20"/>
        </w:rPr>
      </w:pPr>
      <w:r w:rsidRPr="00537E5D">
        <w:rPr>
          <w:rFonts w:ascii="Calibri" w:hAnsi="Calibri"/>
          <w:sz w:val="22"/>
          <w:szCs w:val="22"/>
        </w:rPr>
        <w:t>УВАЖАЕМИ ГОСПОДА</w:t>
      </w:r>
      <w:r w:rsidRPr="003129B4">
        <w:rPr>
          <w:rFonts w:ascii="Calibri" w:hAnsi="Calibri"/>
          <w:sz w:val="20"/>
          <w:szCs w:val="20"/>
        </w:rPr>
        <w:t>,</w:t>
      </w:r>
    </w:p>
    <w:p w14:paraId="1A00FBD8" w14:textId="77777777" w:rsidR="004C626E" w:rsidRPr="003129B4" w:rsidRDefault="004C626E" w:rsidP="004C626E">
      <w:pPr>
        <w:rPr>
          <w:rFonts w:ascii="Calibri" w:hAnsi="Calibri"/>
          <w:b/>
          <w:sz w:val="10"/>
          <w:szCs w:val="10"/>
        </w:rPr>
      </w:pPr>
    </w:p>
    <w:p w14:paraId="32CA5D45" w14:textId="77777777" w:rsidR="004C626E" w:rsidRPr="003129B4" w:rsidRDefault="004C626E" w:rsidP="004C626E">
      <w:pPr>
        <w:pStyle w:val="BodyText"/>
        <w:jc w:val="both"/>
        <w:rPr>
          <w:rFonts w:ascii="Calibri" w:hAnsi="Calibri"/>
          <w:i/>
          <w:sz w:val="22"/>
          <w:szCs w:val="22"/>
        </w:rPr>
      </w:pPr>
      <w:r w:rsidRPr="003129B4">
        <w:rPr>
          <w:rFonts w:ascii="Calibri" w:hAnsi="Calibri"/>
          <w:sz w:val="22"/>
          <w:szCs w:val="22"/>
        </w:rPr>
        <w:t xml:space="preserve">Представяме Ви </w:t>
      </w:r>
      <w:r w:rsidR="00ED3962">
        <w:rPr>
          <w:rFonts w:ascii="Calibri" w:hAnsi="Calibri"/>
          <w:sz w:val="22"/>
          <w:szCs w:val="22"/>
        </w:rPr>
        <w:t xml:space="preserve">техническо предложение </w:t>
      </w:r>
      <w:r w:rsidRPr="003129B4">
        <w:rPr>
          <w:rFonts w:ascii="Calibri" w:hAnsi="Calibri"/>
          <w:sz w:val="22"/>
          <w:szCs w:val="22"/>
        </w:rPr>
        <w:t xml:space="preserve">за участие в обявената от Вас обществена поръчка за определяне на изпълнител: </w:t>
      </w:r>
      <w:r w:rsidR="00215B00">
        <w:rPr>
          <w:rFonts w:ascii="Calibri" w:hAnsi="Calibri"/>
          <w:b/>
          <w:sz w:val="22"/>
          <w:szCs w:val="22"/>
        </w:rPr>
        <w:t>р</w:t>
      </w:r>
      <w:r w:rsidRPr="00344F45">
        <w:rPr>
          <w:rFonts w:ascii="Calibri" w:hAnsi="Calibri"/>
          <w:b/>
          <w:sz w:val="22"/>
          <w:szCs w:val="22"/>
        </w:rPr>
        <w:t>еф.</w:t>
      </w:r>
      <w:r w:rsidRPr="00344F45">
        <w:rPr>
          <w:rFonts w:ascii="Calibri" w:hAnsi="Calibri" w:cs="Calibri"/>
          <w:b/>
          <w:sz w:val="22"/>
          <w:szCs w:val="22"/>
        </w:rPr>
        <w:t xml:space="preserve">№ </w:t>
      </w:r>
      <w:r w:rsidR="00C2782E" w:rsidRPr="002F1CE4">
        <w:rPr>
          <w:rFonts w:ascii="Calibri" w:hAnsi="Calibri" w:cs="Calibri"/>
          <w:b/>
          <w:sz w:val="22"/>
          <w:szCs w:val="22"/>
        </w:rPr>
        <w:t>4</w:t>
      </w:r>
      <w:r w:rsidR="00270D96">
        <w:rPr>
          <w:rFonts w:ascii="Calibri" w:hAnsi="Calibri" w:cs="Calibri"/>
          <w:b/>
          <w:sz w:val="22"/>
          <w:szCs w:val="22"/>
          <w:lang w:val="en-US"/>
        </w:rPr>
        <w:t>6</w:t>
      </w:r>
      <w:r w:rsidR="00C2782E" w:rsidRPr="002F1CE4">
        <w:rPr>
          <w:rFonts w:ascii="Calibri" w:hAnsi="Calibri" w:cs="Calibri"/>
          <w:b/>
          <w:sz w:val="22"/>
          <w:szCs w:val="22"/>
          <w:lang w:val="ru-RU"/>
        </w:rPr>
        <w:t>-</w:t>
      </w:r>
      <w:r w:rsidR="00270D96">
        <w:rPr>
          <w:rFonts w:ascii="Calibri" w:hAnsi="Calibri" w:cs="Calibri"/>
          <w:b/>
          <w:sz w:val="22"/>
          <w:szCs w:val="22"/>
          <w:lang w:val="en-US"/>
        </w:rPr>
        <w:t>48</w:t>
      </w:r>
      <w:r w:rsidR="00C2782E" w:rsidRPr="002F1CE4">
        <w:rPr>
          <w:rFonts w:ascii="Calibri" w:hAnsi="Calibri" w:cs="Calibri"/>
          <w:b/>
          <w:sz w:val="22"/>
          <w:szCs w:val="22"/>
          <w:lang w:val="ru-RU"/>
        </w:rPr>
        <w:t>-1</w:t>
      </w:r>
      <w:r w:rsidR="00270D96">
        <w:rPr>
          <w:rFonts w:ascii="Calibri" w:hAnsi="Calibri" w:cs="Calibri"/>
          <w:b/>
          <w:sz w:val="22"/>
          <w:szCs w:val="22"/>
          <w:lang w:val="en-US"/>
        </w:rPr>
        <w:t>9</w:t>
      </w:r>
      <w:r w:rsidR="00C2782E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Pr="003129B4">
        <w:rPr>
          <w:rFonts w:ascii="Calibri" w:hAnsi="Calibri"/>
          <w:sz w:val="22"/>
          <w:szCs w:val="22"/>
        </w:rPr>
        <w:t>с предмет:</w:t>
      </w:r>
      <w:r>
        <w:rPr>
          <w:rFonts w:ascii="Calibri" w:hAnsi="Calibri"/>
          <w:sz w:val="22"/>
          <w:szCs w:val="22"/>
        </w:rPr>
        <w:t xml:space="preserve"> </w:t>
      </w:r>
      <w:r w:rsidR="00C2782E">
        <w:rPr>
          <w:rFonts w:ascii="Calibri" w:hAnsi="Calibri"/>
          <w:sz w:val="22"/>
          <w:szCs w:val="22"/>
          <w:lang w:val="en-US"/>
        </w:rPr>
        <w:t>“</w:t>
      </w:r>
      <w:r w:rsidR="00C2782E" w:rsidRPr="008123AE">
        <w:rPr>
          <w:rFonts w:ascii="Calibri" w:hAnsi="Calibri"/>
          <w:b/>
          <w:bCs/>
          <w:sz w:val="22"/>
          <w:szCs w:val="22"/>
        </w:rPr>
        <w:t>Доставка на електрическа енергия високо и средно напрежение за</w:t>
      </w:r>
      <w:r w:rsidR="00C2782E">
        <w:rPr>
          <w:rFonts w:ascii="Calibri" w:hAnsi="Calibri"/>
          <w:b/>
          <w:bCs/>
          <w:sz w:val="22"/>
          <w:szCs w:val="22"/>
        </w:rPr>
        <w:t xml:space="preserve"> </w:t>
      </w:r>
      <w:r w:rsidR="00C2782E" w:rsidRPr="008123AE">
        <w:rPr>
          <w:rFonts w:ascii="Calibri" w:hAnsi="Calibri"/>
          <w:b/>
          <w:bCs/>
          <w:sz w:val="22"/>
          <w:szCs w:val="22"/>
        </w:rPr>
        <w:t>собствени нужди на ТЕЦ "КонтурГлобал Марица Изток 3" и избор на</w:t>
      </w:r>
      <w:r w:rsidR="00C2782E">
        <w:rPr>
          <w:rFonts w:ascii="Calibri" w:hAnsi="Calibri"/>
          <w:b/>
          <w:bCs/>
          <w:sz w:val="22"/>
          <w:szCs w:val="22"/>
        </w:rPr>
        <w:t xml:space="preserve"> </w:t>
      </w:r>
      <w:r w:rsidR="00C2782E" w:rsidRPr="008123AE">
        <w:rPr>
          <w:rFonts w:ascii="Calibri" w:hAnsi="Calibri"/>
          <w:b/>
          <w:bCs/>
          <w:sz w:val="22"/>
          <w:szCs w:val="22"/>
        </w:rPr>
        <w:t>к</w:t>
      </w:r>
      <w:r w:rsidR="00C2782E">
        <w:rPr>
          <w:rFonts w:ascii="Calibri" w:hAnsi="Calibri"/>
          <w:b/>
          <w:bCs/>
          <w:sz w:val="22"/>
          <w:szCs w:val="22"/>
        </w:rPr>
        <w:t>оординатор на балансираща група</w:t>
      </w:r>
      <w:r w:rsidR="00C2782E" w:rsidRPr="000616F8">
        <w:rPr>
          <w:rFonts w:ascii="Calibri" w:hAnsi="Calibri" w:cs="Calibri"/>
          <w:sz w:val="22"/>
          <w:szCs w:val="22"/>
        </w:rPr>
        <w:t>“</w:t>
      </w:r>
    </w:p>
    <w:p w14:paraId="1868E4B4" w14:textId="77777777" w:rsidR="004C626E" w:rsidRPr="00062516" w:rsidRDefault="004C626E" w:rsidP="004C626E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  <w:lang w:val="ru-RU"/>
        </w:rPr>
      </w:pPr>
      <w:r w:rsidRPr="00062516">
        <w:rPr>
          <w:rFonts w:ascii="Calibri" w:hAnsi="Calibri" w:cs="Calibri"/>
          <w:sz w:val="22"/>
          <w:szCs w:val="22"/>
        </w:rPr>
        <w:t>Декларираме, че сме запознати със спецификация</w:t>
      </w:r>
      <w:r w:rsidR="0099203A" w:rsidRPr="00062516">
        <w:rPr>
          <w:rFonts w:ascii="Calibri" w:hAnsi="Calibri" w:cs="Calibri"/>
          <w:sz w:val="22"/>
          <w:szCs w:val="22"/>
        </w:rPr>
        <w:t>та</w:t>
      </w:r>
      <w:r w:rsidRPr="00062516">
        <w:rPr>
          <w:rFonts w:ascii="Calibri" w:hAnsi="Calibri" w:cs="Calibri"/>
          <w:sz w:val="22"/>
          <w:szCs w:val="22"/>
        </w:rPr>
        <w:t xml:space="preserve"> в обявената от Вас поръчка. Съгласни сме с поставените от Вас условия в спецификация</w:t>
      </w:r>
      <w:r w:rsidR="0099203A" w:rsidRPr="00062516">
        <w:rPr>
          <w:rFonts w:ascii="Calibri" w:hAnsi="Calibri" w:cs="Calibri"/>
          <w:sz w:val="22"/>
          <w:szCs w:val="22"/>
          <w:lang w:val="en-US"/>
        </w:rPr>
        <w:t>т</w:t>
      </w:r>
      <w:r w:rsidR="0099203A" w:rsidRPr="00062516">
        <w:rPr>
          <w:rFonts w:ascii="Calibri" w:hAnsi="Calibri" w:cs="Calibri"/>
          <w:sz w:val="22"/>
          <w:szCs w:val="22"/>
        </w:rPr>
        <w:t>а</w:t>
      </w:r>
      <w:r w:rsidRPr="00062516">
        <w:rPr>
          <w:rFonts w:ascii="Calibri" w:hAnsi="Calibri" w:cs="Calibri"/>
          <w:sz w:val="22"/>
          <w:szCs w:val="22"/>
        </w:rPr>
        <w:t>, приемаме ги без възражения</w:t>
      </w:r>
      <w:r w:rsidRPr="00062516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062516">
        <w:rPr>
          <w:rFonts w:ascii="Calibri" w:hAnsi="Calibri" w:cs="Calibri"/>
          <w:sz w:val="22"/>
          <w:szCs w:val="22"/>
        </w:rPr>
        <w:t xml:space="preserve">и </w:t>
      </w:r>
      <w:r w:rsidRPr="00062516">
        <w:rPr>
          <w:rFonts w:ascii="Calibri" w:hAnsi="Calibri" w:cs="Calibri"/>
          <w:bCs/>
          <w:sz w:val="22"/>
          <w:szCs w:val="22"/>
        </w:rPr>
        <w:t xml:space="preserve">ще изпълним  предмета на поръчката съгласно </w:t>
      </w:r>
      <w:r w:rsidRPr="00062516">
        <w:rPr>
          <w:rFonts w:ascii="Calibri" w:hAnsi="Calibri" w:cs="Calibri"/>
          <w:bCs/>
          <w:sz w:val="22"/>
          <w:szCs w:val="22"/>
          <w:lang w:val="ru-RU"/>
        </w:rPr>
        <w:t>изискванията на Възложителя</w:t>
      </w:r>
      <w:r w:rsidR="00C2782E" w:rsidRPr="00062516">
        <w:rPr>
          <w:rFonts w:ascii="Calibri" w:hAnsi="Calibri" w:cs="Calibri"/>
          <w:sz w:val="22"/>
          <w:szCs w:val="22"/>
          <w:lang w:val="en-US"/>
        </w:rPr>
        <w:t>.</w:t>
      </w:r>
    </w:p>
    <w:p w14:paraId="0B1A8F8E" w14:textId="77777777" w:rsidR="00ED3962" w:rsidRPr="00062516" w:rsidRDefault="00ED3962" w:rsidP="00062516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062516">
        <w:rPr>
          <w:rFonts w:ascii="Calibri" w:eastAsia="Arial Unicode MS" w:hAnsi="Calibri" w:cs="Calibri"/>
          <w:sz w:val="22"/>
          <w:szCs w:val="22"/>
        </w:rPr>
        <w:t>Декларираме, че сме з</w:t>
      </w:r>
      <w:r w:rsidRPr="00062516">
        <w:rPr>
          <w:rFonts w:ascii="Calibri" w:eastAsia="Calibri" w:hAnsi="Calibri" w:cs="Calibri"/>
          <w:sz w:val="22"/>
          <w:szCs w:val="22"/>
          <w:lang w:eastAsia="ar-SA"/>
        </w:rPr>
        <w:t>апознати напълно с всички условия, обстоятелства и изходни данни, необходими за изпълнение на обществената поръчка и приемаме условията на проекта на договора към документацията на обществената поръчка.</w:t>
      </w:r>
    </w:p>
    <w:p w14:paraId="1501FCFA" w14:textId="77777777" w:rsidR="00ED3962" w:rsidRPr="00062516" w:rsidRDefault="00ED3962" w:rsidP="00ED3962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062516">
        <w:rPr>
          <w:rFonts w:ascii="Calibri" w:hAnsi="Calibri" w:cs="Calibri"/>
          <w:sz w:val="22"/>
          <w:szCs w:val="22"/>
        </w:rPr>
        <w:t xml:space="preserve">Известно ни е, че посоченото количество необходима електрическа енергия за обектите на Възложителя за едногодишен период е прогнозно и не ангажира Възложителя да го потреби за срока на договора.  </w:t>
      </w:r>
    </w:p>
    <w:p w14:paraId="0852B3C1" w14:textId="77777777" w:rsidR="008D1C3D" w:rsidRPr="00062516" w:rsidRDefault="008D1C3D" w:rsidP="00ED3962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062516">
        <w:rPr>
          <w:rFonts w:ascii="Calibri" w:hAnsi="Calibri" w:cs="Calibri"/>
          <w:sz w:val="22"/>
          <w:szCs w:val="22"/>
        </w:rPr>
        <w:t xml:space="preserve">Заявяваме, че ще издаваме оригинални фактури за реално потребените количества нетна активна електрическа енергия на </w:t>
      </w:r>
      <w:r w:rsidR="00C42154" w:rsidRPr="00EC09B3">
        <w:rPr>
          <w:rFonts w:ascii="Calibri" w:hAnsi="Calibri"/>
          <w:bCs/>
          <w:sz w:val="22"/>
          <w:szCs w:val="22"/>
        </w:rPr>
        <w:t>високо и средно напрежение</w:t>
      </w:r>
      <w:r w:rsidRPr="00062516">
        <w:rPr>
          <w:rFonts w:ascii="Calibri" w:hAnsi="Calibri" w:cs="Calibri"/>
          <w:sz w:val="22"/>
          <w:szCs w:val="22"/>
        </w:rPr>
        <w:t>, отчетена от средствата за търговско измерване в обектите на Възложителя съгласно Правила за търговия с електрическа енергия (ПТЕЕ) и Правила за измерване на количеството електрическа енергия (ПИКЕЕ)</w:t>
      </w:r>
      <w:r w:rsidR="00215B00" w:rsidRPr="00062516">
        <w:rPr>
          <w:rFonts w:ascii="Calibri" w:hAnsi="Calibri" w:cs="Calibri"/>
          <w:sz w:val="22"/>
          <w:szCs w:val="22"/>
        </w:rPr>
        <w:t xml:space="preserve"> </w:t>
      </w:r>
      <w:r w:rsidR="00215B00" w:rsidRPr="00EC09B3">
        <w:rPr>
          <w:rFonts w:ascii="Calibri" w:hAnsi="Calibri" w:cs="Calibri"/>
          <w:sz w:val="22"/>
          <w:szCs w:val="22"/>
        </w:rPr>
        <w:t>с включени разходи за балансиране за всички обекти на Възложителя, описани в техническата спецификация.</w:t>
      </w:r>
      <w:r w:rsidR="00875D0E">
        <w:rPr>
          <w:rFonts w:ascii="Calibri" w:hAnsi="Calibri" w:cs="Calibri"/>
          <w:sz w:val="22"/>
          <w:szCs w:val="22"/>
        </w:rPr>
        <w:t xml:space="preserve"> </w:t>
      </w:r>
    </w:p>
    <w:p w14:paraId="67C697AD" w14:textId="77777777" w:rsidR="00C2782E" w:rsidRPr="00062516" w:rsidRDefault="00C2782E" w:rsidP="00062516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062516">
        <w:rPr>
          <w:rFonts w:ascii="Calibri" w:hAnsi="Calibri" w:cs="Calibri"/>
          <w:sz w:val="22"/>
          <w:szCs w:val="22"/>
        </w:rPr>
        <w:t>Декларираме, че</w:t>
      </w:r>
      <w:r w:rsidRPr="00062516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062516">
        <w:rPr>
          <w:rFonts w:ascii="Calibri" w:hAnsi="Calibri" w:cs="Calibri"/>
          <w:sz w:val="22"/>
          <w:szCs w:val="22"/>
          <w:lang w:val="en-US"/>
        </w:rPr>
        <w:t>с</w:t>
      </w:r>
      <w:r w:rsidRPr="00062516">
        <w:rPr>
          <w:rFonts w:ascii="Calibri" w:hAnsi="Calibri" w:cs="Calibri"/>
          <w:sz w:val="22"/>
          <w:szCs w:val="22"/>
          <w:lang w:val="ru-RU"/>
        </w:rPr>
        <w:t xml:space="preserve">ме съгласни валидността на нашата оферта да бъде </w:t>
      </w:r>
      <w:r w:rsidR="00D45943" w:rsidRPr="00062516">
        <w:rPr>
          <w:rFonts w:ascii="Calibri" w:hAnsi="Calibri" w:cs="Calibri"/>
          <w:sz w:val="22"/>
          <w:szCs w:val="22"/>
          <w:lang w:val="en-US"/>
        </w:rPr>
        <w:t>60</w:t>
      </w:r>
      <w:r w:rsidRPr="00062516">
        <w:rPr>
          <w:rFonts w:ascii="Calibri" w:hAnsi="Calibri" w:cs="Calibri"/>
          <w:sz w:val="22"/>
          <w:szCs w:val="22"/>
          <w:lang w:val="ru-RU"/>
        </w:rPr>
        <w:t xml:space="preserve"> календарни дни от крайния срок за получаване </w:t>
      </w:r>
      <w:bookmarkStart w:id="0" w:name="_GoBack"/>
      <w:bookmarkEnd w:id="0"/>
      <w:r w:rsidRPr="00062516">
        <w:rPr>
          <w:rFonts w:ascii="Calibri" w:hAnsi="Calibri" w:cs="Calibri"/>
          <w:sz w:val="22"/>
          <w:szCs w:val="22"/>
          <w:lang w:val="ru-RU"/>
        </w:rPr>
        <w:t>на оферти, посочен в поканата.</w:t>
      </w:r>
    </w:p>
    <w:p w14:paraId="48B5BA43" w14:textId="77777777" w:rsidR="00ED3962" w:rsidRPr="00062516" w:rsidRDefault="00ED3962" w:rsidP="004C626E">
      <w:pPr>
        <w:pStyle w:val="BodyTex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062516">
        <w:rPr>
          <w:rFonts w:ascii="Calibri" w:eastAsia="Calibri" w:hAnsi="Calibri" w:cs="Calibri"/>
          <w:sz w:val="22"/>
          <w:szCs w:val="22"/>
          <w:lang w:eastAsia="ar-SA"/>
        </w:rPr>
        <w:t>Декларираме, че при изготвяне на офертата ни са спазени задълженията, свързани с данъци и осигуровки, опазване на околната среда и условията на труд.</w:t>
      </w:r>
    </w:p>
    <w:p w14:paraId="7EB78430" w14:textId="77777777" w:rsidR="004C626E" w:rsidRPr="003129B4" w:rsidRDefault="004C626E" w:rsidP="004C626E">
      <w:pPr>
        <w:jc w:val="both"/>
        <w:rPr>
          <w:rFonts w:ascii="Calibri" w:hAnsi="Calibri"/>
          <w:sz w:val="22"/>
          <w:szCs w:val="22"/>
        </w:rPr>
      </w:pPr>
    </w:p>
    <w:p w14:paraId="61571C32" w14:textId="77777777" w:rsidR="004C626E" w:rsidRPr="00D2125F" w:rsidRDefault="004C626E" w:rsidP="004C626E">
      <w:pPr>
        <w:rPr>
          <w:rFonts w:ascii="Calibri" w:hAnsi="Calibri"/>
          <w:color w:val="000000"/>
          <w:sz w:val="22"/>
          <w:szCs w:val="22"/>
        </w:rPr>
      </w:pPr>
      <w:r w:rsidRPr="00D2125F">
        <w:rPr>
          <w:rFonts w:ascii="Calibri" w:hAnsi="Calibri"/>
          <w:color w:val="000000"/>
          <w:sz w:val="22"/>
          <w:szCs w:val="22"/>
        </w:rPr>
        <w:t>ДАТА: _____</w:t>
      </w:r>
      <w:r w:rsidRPr="00D2125F">
        <w:rPr>
          <w:rFonts w:ascii="Calibri" w:hAnsi="Calibri"/>
          <w:color w:val="000000"/>
          <w:sz w:val="22"/>
          <w:szCs w:val="22"/>
          <w:lang w:val="en-US"/>
        </w:rPr>
        <w:t>.</w:t>
      </w:r>
      <w:r w:rsidRPr="00D2125F">
        <w:rPr>
          <w:rFonts w:ascii="Calibri" w:hAnsi="Calibri"/>
          <w:color w:val="000000"/>
          <w:sz w:val="22"/>
          <w:szCs w:val="22"/>
        </w:rPr>
        <w:t>_____</w:t>
      </w:r>
      <w:r w:rsidRPr="00D2125F">
        <w:rPr>
          <w:rFonts w:ascii="Calibri" w:hAnsi="Calibri"/>
          <w:color w:val="000000"/>
          <w:sz w:val="22"/>
          <w:szCs w:val="22"/>
          <w:lang w:val="en-US"/>
        </w:rPr>
        <w:t>.__</w:t>
      </w:r>
      <w:r w:rsidRPr="00D2125F">
        <w:rPr>
          <w:rFonts w:ascii="Calibri" w:hAnsi="Calibri"/>
          <w:color w:val="000000"/>
          <w:sz w:val="22"/>
          <w:szCs w:val="22"/>
        </w:rPr>
        <w:t>___ г.</w:t>
      </w:r>
      <w:r w:rsidRPr="00D2125F">
        <w:rPr>
          <w:rFonts w:ascii="Calibri" w:hAnsi="Calibri"/>
          <w:color w:val="000000"/>
          <w:sz w:val="22"/>
          <w:szCs w:val="22"/>
        </w:rPr>
        <w:tab/>
      </w:r>
      <w:r w:rsidRPr="00D2125F">
        <w:rPr>
          <w:rFonts w:ascii="Calibri" w:hAnsi="Calibri"/>
          <w:color w:val="000000"/>
          <w:sz w:val="22"/>
          <w:szCs w:val="22"/>
        </w:rPr>
        <w:tab/>
      </w:r>
      <w:r w:rsidRPr="00D2125F">
        <w:rPr>
          <w:rFonts w:ascii="Calibri" w:hAnsi="Calibri"/>
          <w:color w:val="000000"/>
          <w:sz w:val="22"/>
          <w:szCs w:val="22"/>
        </w:rPr>
        <w:tab/>
      </w:r>
      <w:r w:rsidRPr="00D2125F">
        <w:rPr>
          <w:rFonts w:ascii="Calibri" w:hAnsi="Calibri"/>
          <w:color w:val="000000"/>
          <w:sz w:val="22"/>
          <w:szCs w:val="22"/>
        </w:rPr>
        <w:tab/>
        <w:t>ПОДПИС и ПЕЧАТ:______________________</w:t>
      </w:r>
    </w:p>
    <w:p w14:paraId="65E1A69E" w14:textId="77777777" w:rsidR="004C626E" w:rsidRPr="003129B4" w:rsidRDefault="004C626E" w:rsidP="004C626E">
      <w:pPr>
        <w:rPr>
          <w:rFonts w:ascii="Calibri" w:hAnsi="Calibri"/>
          <w:color w:val="000000"/>
          <w:sz w:val="20"/>
          <w:szCs w:val="20"/>
        </w:rPr>
      </w:pPr>
    </w:p>
    <w:p w14:paraId="1CC1F04A" w14:textId="77777777" w:rsidR="004C626E" w:rsidRPr="003129B4" w:rsidRDefault="004C626E" w:rsidP="004C626E">
      <w:pPr>
        <w:rPr>
          <w:rFonts w:ascii="Calibri" w:hAnsi="Calibri"/>
          <w:sz w:val="20"/>
          <w:szCs w:val="20"/>
        </w:rPr>
      </w:pP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>___________________________________________</w:t>
      </w:r>
    </w:p>
    <w:p w14:paraId="572C0825" w14:textId="77777777" w:rsidR="004C626E" w:rsidRPr="003129B4" w:rsidRDefault="004C626E" w:rsidP="004C626E">
      <w:pPr>
        <w:rPr>
          <w:rFonts w:ascii="Calibri" w:hAnsi="Calibri"/>
          <w:color w:val="000000"/>
          <w:sz w:val="20"/>
          <w:szCs w:val="20"/>
          <w:vertAlign w:val="superscript"/>
        </w:rPr>
      </w:pP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  <w:vertAlign w:val="superscript"/>
        </w:rPr>
        <w:t>(име и фамилия)</w:t>
      </w:r>
    </w:p>
    <w:p w14:paraId="4F41554C" w14:textId="77777777" w:rsidR="004C626E" w:rsidRDefault="004C626E" w:rsidP="004C626E">
      <w:pPr>
        <w:rPr>
          <w:rFonts w:ascii="Calibri" w:hAnsi="Calibri"/>
          <w:sz w:val="20"/>
          <w:szCs w:val="20"/>
        </w:rPr>
      </w:pP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  <w:t>___________________________________________</w:t>
      </w:r>
    </w:p>
    <w:p w14:paraId="187226FE" w14:textId="77777777" w:rsidR="004C626E" w:rsidRDefault="004C626E" w:rsidP="004C626E">
      <w:pPr>
        <w:rPr>
          <w:rFonts w:ascii="Calibri" w:hAnsi="Calibri"/>
          <w:sz w:val="20"/>
          <w:szCs w:val="20"/>
        </w:rPr>
      </w:pPr>
    </w:p>
    <w:p w14:paraId="6E4EA4B4" w14:textId="77777777" w:rsidR="004C626E" w:rsidRDefault="004C626E" w:rsidP="004C626E">
      <w:pPr>
        <w:rPr>
          <w:rFonts w:ascii="Calibri" w:hAnsi="Calibri"/>
          <w:sz w:val="20"/>
          <w:szCs w:val="20"/>
          <w:vertAlign w:val="superscript"/>
        </w:rPr>
      </w:pP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  <w:vertAlign w:val="superscript"/>
        </w:rPr>
        <w:t>(длъжност на представляващия кандидата)</w:t>
      </w:r>
    </w:p>
    <w:p w14:paraId="5A1183B3" w14:textId="77777777" w:rsidR="00D83B69" w:rsidRDefault="00D83B69" w:rsidP="004C626E">
      <w:pPr>
        <w:rPr>
          <w:rFonts w:ascii="Calibri" w:hAnsi="Calibri"/>
          <w:sz w:val="22"/>
          <w:szCs w:val="22"/>
        </w:rPr>
      </w:pPr>
    </w:p>
    <w:sectPr w:rsidR="00D83B69" w:rsidSect="000E449F">
      <w:type w:val="continuous"/>
      <w:pgSz w:w="11906" w:h="16838"/>
      <w:pgMar w:top="426" w:right="746" w:bottom="360" w:left="1417" w:header="708" w:footer="108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AD63A" w14:textId="77777777" w:rsidR="00062516" w:rsidRDefault="00062516">
      <w:r>
        <w:separator/>
      </w:r>
    </w:p>
  </w:endnote>
  <w:endnote w:type="continuationSeparator" w:id="0">
    <w:p w14:paraId="2053F7EB" w14:textId="77777777" w:rsidR="00062516" w:rsidRDefault="0006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66309" w14:textId="77777777" w:rsidR="00062516" w:rsidRDefault="00062516">
      <w:r>
        <w:separator/>
      </w:r>
    </w:p>
  </w:footnote>
  <w:footnote w:type="continuationSeparator" w:id="0">
    <w:p w14:paraId="5E58CED8" w14:textId="77777777" w:rsidR="00062516" w:rsidRDefault="00062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D1A99"/>
    <w:multiLevelType w:val="hybridMultilevel"/>
    <w:tmpl w:val="9D7645AA"/>
    <w:lvl w:ilvl="0" w:tplc="B5E6AA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543D5D"/>
    <w:multiLevelType w:val="multilevel"/>
    <w:tmpl w:val="BB983CF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6" w:hanging="1800"/>
      </w:pPr>
      <w:rPr>
        <w:rFonts w:hint="default"/>
      </w:rPr>
    </w:lvl>
  </w:abstractNum>
  <w:abstractNum w:abstractNumId="2" w15:restartNumberingAfterBreak="0">
    <w:nsid w:val="04D17F43"/>
    <w:multiLevelType w:val="hybridMultilevel"/>
    <w:tmpl w:val="C0A2A8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027F8"/>
    <w:multiLevelType w:val="hybridMultilevel"/>
    <w:tmpl w:val="17C8917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58D2475"/>
    <w:multiLevelType w:val="hybridMultilevel"/>
    <w:tmpl w:val="C30E67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390DBB"/>
    <w:multiLevelType w:val="hybridMultilevel"/>
    <w:tmpl w:val="EF10F84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30D79"/>
    <w:multiLevelType w:val="hybridMultilevel"/>
    <w:tmpl w:val="EC7C13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93003"/>
    <w:multiLevelType w:val="hybridMultilevel"/>
    <w:tmpl w:val="90045AC4"/>
    <w:lvl w:ilvl="0" w:tplc="7DEE74F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3459D"/>
    <w:multiLevelType w:val="hybridMultilevel"/>
    <w:tmpl w:val="C29207EC"/>
    <w:lvl w:ilvl="0" w:tplc="534607F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84AF3"/>
    <w:multiLevelType w:val="hybridMultilevel"/>
    <w:tmpl w:val="EC7C13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A61F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AD123AF"/>
    <w:multiLevelType w:val="hybridMultilevel"/>
    <w:tmpl w:val="7B5A88FE"/>
    <w:lvl w:ilvl="0" w:tplc="0B52A58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026BA5"/>
    <w:multiLevelType w:val="hybridMultilevel"/>
    <w:tmpl w:val="2522E2D6"/>
    <w:lvl w:ilvl="0" w:tplc="C7C42430">
      <w:start w:val="1"/>
      <w:numFmt w:val="bullet"/>
      <w:pStyle w:val="BulletPT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E3CD60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C6CBE5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E8C855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4A43A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730F89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D9A17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58E6A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D8624D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B557322"/>
    <w:multiLevelType w:val="hybridMultilevel"/>
    <w:tmpl w:val="ADB0C364"/>
    <w:lvl w:ilvl="0" w:tplc="FAEA89D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03F6A8D"/>
    <w:multiLevelType w:val="multilevel"/>
    <w:tmpl w:val="3E3E366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6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7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16"/>
  </w:num>
  <w:num w:numId="12">
    <w:abstractNumId w:val="4"/>
  </w:num>
  <w:num w:numId="13">
    <w:abstractNumId w:val="8"/>
  </w:num>
  <w:num w:numId="14">
    <w:abstractNumId w:val="14"/>
  </w:num>
  <w:num w:numId="15">
    <w:abstractNumId w:val="1"/>
  </w:num>
  <w:num w:numId="16">
    <w:abstractNumId w:val="13"/>
  </w:num>
  <w:num w:numId="17">
    <w:abstractNumId w:val="13"/>
  </w:num>
  <w:num w:numId="18">
    <w:abstractNumId w:val="13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500"/>
    <w:rsid w:val="00000FFE"/>
    <w:rsid w:val="00002CBE"/>
    <w:rsid w:val="0001004C"/>
    <w:rsid w:val="00010C68"/>
    <w:rsid w:val="00011415"/>
    <w:rsid w:val="00030C2F"/>
    <w:rsid w:val="00040828"/>
    <w:rsid w:val="00043F9A"/>
    <w:rsid w:val="00044B0C"/>
    <w:rsid w:val="000522EA"/>
    <w:rsid w:val="00062516"/>
    <w:rsid w:val="000709A7"/>
    <w:rsid w:val="000716BB"/>
    <w:rsid w:val="0009524C"/>
    <w:rsid w:val="0009777C"/>
    <w:rsid w:val="000A3EB4"/>
    <w:rsid w:val="000A7206"/>
    <w:rsid w:val="000B11A7"/>
    <w:rsid w:val="000B6DC8"/>
    <w:rsid w:val="000C64EA"/>
    <w:rsid w:val="000D116B"/>
    <w:rsid w:val="000D3847"/>
    <w:rsid w:val="000E2EAD"/>
    <w:rsid w:val="000E449F"/>
    <w:rsid w:val="000F12B0"/>
    <w:rsid w:val="0010019A"/>
    <w:rsid w:val="00112387"/>
    <w:rsid w:val="00112959"/>
    <w:rsid w:val="001260D1"/>
    <w:rsid w:val="001442FD"/>
    <w:rsid w:val="0014564B"/>
    <w:rsid w:val="00157335"/>
    <w:rsid w:val="00166D13"/>
    <w:rsid w:val="00177A8C"/>
    <w:rsid w:val="00186036"/>
    <w:rsid w:val="00191D4E"/>
    <w:rsid w:val="00192F80"/>
    <w:rsid w:val="001A2D32"/>
    <w:rsid w:val="001A4837"/>
    <w:rsid w:val="001B29F5"/>
    <w:rsid w:val="001B46FC"/>
    <w:rsid w:val="001C3F48"/>
    <w:rsid w:val="001C4E5C"/>
    <w:rsid w:val="001E1921"/>
    <w:rsid w:val="001E455A"/>
    <w:rsid w:val="001E4955"/>
    <w:rsid w:val="001E5002"/>
    <w:rsid w:val="001F1649"/>
    <w:rsid w:val="00215B00"/>
    <w:rsid w:val="00216500"/>
    <w:rsid w:val="00216B43"/>
    <w:rsid w:val="0022315E"/>
    <w:rsid w:val="00225C29"/>
    <w:rsid w:val="0024317B"/>
    <w:rsid w:val="00244B21"/>
    <w:rsid w:val="00246715"/>
    <w:rsid w:val="00255788"/>
    <w:rsid w:val="002639D0"/>
    <w:rsid w:val="002703C2"/>
    <w:rsid w:val="00270D96"/>
    <w:rsid w:val="002733B5"/>
    <w:rsid w:val="00274323"/>
    <w:rsid w:val="002771D8"/>
    <w:rsid w:val="002A798D"/>
    <w:rsid w:val="002B3E9D"/>
    <w:rsid w:val="002D339F"/>
    <w:rsid w:val="002E1159"/>
    <w:rsid w:val="002E4C37"/>
    <w:rsid w:val="002E5F5F"/>
    <w:rsid w:val="002F3B2D"/>
    <w:rsid w:val="002F4AEB"/>
    <w:rsid w:val="00303532"/>
    <w:rsid w:val="00306EEA"/>
    <w:rsid w:val="00306F3F"/>
    <w:rsid w:val="00307039"/>
    <w:rsid w:val="003129B4"/>
    <w:rsid w:val="00313B8B"/>
    <w:rsid w:val="00327C06"/>
    <w:rsid w:val="003315DB"/>
    <w:rsid w:val="00342F49"/>
    <w:rsid w:val="00344F45"/>
    <w:rsid w:val="00374EDF"/>
    <w:rsid w:val="003770CB"/>
    <w:rsid w:val="00384274"/>
    <w:rsid w:val="003919A3"/>
    <w:rsid w:val="00392E62"/>
    <w:rsid w:val="0039312F"/>
    <w:rsid w:val="003A2E1B"/>
    <w:rsid w:val="003A3A42"/>
    <w:rsid w:val="003A5A4E"/>
    <w:rsid w:val="003D3312"/>
    <w:rsid w:val="003E0C24"/>
    <w:rsid w:val="003E34D2"/>
    <w:rsid w:val="003F035C"/>
    <w:rsid w:val="003F36F3"/>
    <w:rsid w:val="003F5CD8"/>
    <w:rsid w:val="004007BB"/>
    <w:rsid w:val="00400C15"/>
    <w:rsid w:val="00407AC6"/>
    <w:rsid w:val="00415462"/>
    <w:rsid w:val="0041558F"/>
    <w:rsid w:val="00417EE6"/>
    <w:rsid w:val="004255BE"/>
    <w:rsid w:val="004345F4"/>
    <w:rsid w:val="004407D9"/>
    <w:rsid w:val="00446456"/>
    <w:rsid w:val="00461491"/>
    <w:rsid w:val="00463AD2"/>
    <w:rsid w:val="004710EE"/>
    <w:rsid w:val="00471A1A"/>
    <w:rsid w:val="00473583"/>
    <w:rsid w:val="004764FE"/>
    <w:rsid w:val="0048447C"/>
    <w:rsid w:val="004872F1"/>
    <w:rsid w:val="00493951"/>
    <w:rsid w:val="004A27A2"/>
    <w:rsid w:val="004A48DC"/>
    <w:rsid w:val="004A720A"/>
    <w:rsid w:val="004A7F21"/>
    <w:rsid w:val="004B5372"/>
    <w:rsid w:val="004C38DA"/>
    <w:rsid w:val="004C4496"/>
    <w:rsid w:val="004C626E"/>
    <w:rsid w:val="004D1ED0"/>
    <w:rsid w:val="004D57FC"/>
    <w:rsid w:val="004D7D5D"/>
    <w:rsid w:val="004E1FF5"/>
    <w:rsid w:val="004E2C66"/>
    <w:rsid w:val="004E2E57"/>
    <w:rsid w:val="004E7A33"/>
    <w:rsid w:val="004F0D62"/>
    <w:rsid w:val="004F1B28"/>
    <w:rsid w:val="004F54E9"/>
    <w:rsid w:val="00500D05"/>
    <w:rsid w:val="005211C8"/>
    <w:rsid w:val="00522371"/>
    <w:rsid w:val="0052661D"/>
    <w:rsid w:val="0052781A"/>
    <w:rsid w:val="00527F12"/>
    <w:rsid w:val="00537E5D"/>
    <w:rsid w:val="00557725"/>
    <w:rsid w:val="00563DEE"/>
    <w:rsid w:val="00567480"/>
    <w:rsid w:val="0057104E"/>
    <w:rsid w:val="00574063"/>
    <w:rsid w:val="00595DBD"/>
    <w:rsid w:val="00596332"/>
    <w:rsid w:val="00603F80"/>
    <w:rsid w:val="006074FF"/>
    <w:rsid w:val="00613C23"/>
    <w:rsid w:val="006178B8"/>
    <w:rsid w:val="00622816"/>
    <w:rsid w:val="00624B5B"/>
    <w:rsid w:val="00634AE3"/>
    <w:rsid w:val="006445C0"/>
    <w:rsid w:val="0065064A"/>
    <w:rsid w:val="006511D2"/>
    <w:rsid w:val="00652030"/>
    <w:rsid w:val="00653DBC"/>
    <w:rsid w:val="00663988"/>
    <w:rsid w:val="00676907"/>
    <w:rsid w:val="00683878"/>
    <w:rsid w:val="00685E96"/>
    <w:rsid w:val="00690001"/>
    <w:rsid w:val="00690925"/>
    <w:rsid w:val="00693061"/>
    <w:rsid w:val="00695B73"/>
    <w:rsid w:val="0069768A"/>
    <w:rsid w:val="00697BE0"/>
    <w:rsid w:val="006B0C1D"/>
    <w:rsid w:val="006B1689"/>
    <w:rsid w:val="006B692F"/>
    <w:rsid w:val="006C03BD"/>
    <w:rsid w:val="006C496E"/>
    <w:rsid w:val="006C4B05"/>
    <w:rsid w:val="006D049B"/>
    <w:rsid w:val="006E0CA6"/>
    <w:rsid w:val="006F2495"/>
    <w:rsid w:val="006F3FA3"/>
    <w:rsid w:val="006F58E9"/>
    <w:rsid w:val="006F5DEA"/>
    <w:rsid w:val="007150A1"/>
    <w:rsid w:val="00715CEF"/>
    <w:rsid w:val="00716362"/>
    <w:rsid w:val="00724750"/>
    <w:rsid w:val="00725329"/>
    <w:rsid w:val="00725760"/>
    <w:rsid w:val="00726A0A"/>
    <w:rsid w:val="007300FB"/>
    <w:rsid w:val="007356D5"/>
    <w:rsid w:val="00742807"/>
    <w:rsid w:val="0074449D"/>
    <w:rsid w:val="0075411B"/>
    <w:rsid w:val="00754F00"/>
    <w:rsid w:val="00756DB5"/>
    <w:rsid w:val="00762C11"/>
    <w:rsid w:val="00767671"/>
    <w:rsid w:val="00775FFB"/>
    <w:rsid w:val="007833D4"/>
    <w:rsid w:val="00783C66"/>
    <w:rsid w:val="007B474E"/>
    <w:rsid w:val="007C5979"/>
    <w:rsid w:val="007D323C"/>
    <w:rsid w:val="007D4CD9"/>
    <w:rsid w:val="007D591C"/>
    <w:rsid w:val="007D74EA"/>
    <w:rsid w:val="007E19C7"/>
    <w:rsid w:val="007F6DCF"/>
    <w:rsid w:val="00800C9D"/>
    <w:rsid w:val="00805022"/>
    <w:rsid w:val="008071C1"/>
    <w:rsid w:val="00811C83"/>
    <w:rsid w:val="008145A2"/>
    <w:rsid w:val="0082566A"/>
    <w:rsid w:val="00832CAA"/>
    <w:rsid w:val="00845058"/>
    <w:rsid w:val="00850728"/>
    <w:rsid w:val="0085729F"/>
    <w:rsid w:val="00875D0E"/>
    <w:rsid w:val="00887438"/>
    <w:rsid w:val="008B2914"/>
    <w:rsid w:val="008C1FC6"/>
    <w:rsid w:val="008C3E78"/>
    <w:rsid w:val="008D1C3D"/>
    <w:rsid w:val="008F2200"/>
    <w:rsid w:val="00902634"/>
    <w:rsid w:val="00923FF5"/>
    <w:rsid w:val="009253A3"/>
    <w:rsid w:val="009314E8"/>
    <w:rsid w:val="0093325D"/>
    <w:rsid w:val="00940673"/>
    <w:rsid w:val="00941BE5"/>
    <w:rsid w:val="00942357"/>
    <w:rsid w:val="0095076B"/>
    <w:rsid w:val="00951F12"/>
    <w:rsid w:val="0096424A"/>
    <w:rsid w:val="0096677F"/>
    <w:rsid w:val="0098615E"/>
    <w:rsid w:val="0099203A"/>
    <w:rsid w:val="009920B4"/>
    <w:rsid w:val="00994A3C"/>
    <w:rsid w:val="009A56C4"/>
    <w:rsid w:val="009B1843"/>
    <w:rsid w:val="009D018B"/>
    <w:rsid w:val="009D07D3"/>
    <w:rsid w:val="009D21BF"/>
    <w:rsid w:val="009E7AC1"/>
    <w:rsid w:val="009F222A"/>
    <w:rsid w:val="009F2794"/>
    <w:rsid w:val="009F4A2C"/>
    <w:rsid w:val="00A033F1"/>
    <w:rsid w:val="00A105D4"/>
    <w:rsid w:val="00A14A91"/>
    <w:rsid w:val="00A21E60"/>
    <w:rsid w:val="00A30410"/>
    <w:rsid w:val="00A3417A"/>
    <w:rsid w:val="00A41CFC"/>
    <w:rsid w:val="00A445E4"/>
    <w:rsid w:val="00A50CC4"/>
    <w:rsid w:val="00A51FA6"/>
    <w:rsid w:val="00A54DAB"/>
    <w:rsid w:val="00A5717B"/>
    <w:rsid w:val="00A63AED"/>
    <w:rsid w:val="00A666BE"/>
    <w:rsid w:val="00A724D4"/>
    <w:rsid w:val="00A915DB"/>
    <w:rsid w:val="00AA017A"/>
    <w:rsid w:val="00AA1C18"/>
    <w:rsid w:val="00AA6791"/>
    <w:rsid w:val="00AC711D"/>
    <w:rsid w:val="00AC7EB0"/>
    <w:rsid w:val="00AD7E05"/>
    <w:rsid w:val="00AE4AC9"/>
    <w:rsid w:val="00AE6876"/>
    <w:rsid w:val="00AF0330"/>
    <w:rsid w:val="00AF0B05"/>
    <w:rsid w:val="00AF42DB"/>
    <w:rsid w:val="00AF4ABF"/>
    <w:rsid w:val="00AF7DAB"/>
    <w:rsid w:val="00B00382"/>
    <w:rsid w:val="00B07733"/>
    <w:rsid w:val="00B10E73"/>
    <w:rsid w:val="00B15FF5"/>
    <w:rsid w:val="00B22D4C"/>
    <w:rsid w:val="00B23D3A"/>
    <w:rsid w:val="00B314A6"/>
    <w:rsid w:val="00B52E87"/>
    <w:rsid w:val="00B5676C"/>
    <w:rsid w:val="00B64566"/>
    <w:rsid w:val="00B66D25"/>
    <w:rsid w:val="00B70EC3"/>
    <w:rsid w:val="00B80750"/>
    <w:rsid w:val="00BA0485"/>
    <w:rsid w:val="00BB0F85"/>
    <w:rsid w:val="00BB17D1"/>
    <w:rsid w:val="00BB2B74"/>
    <w:rsid w:val="00BC0A24"/>
    <w:rsid w:val="00BC5A25"/>
    <w:rsid w:val="00BD3E1C"/>
    <w:rsid w:val="00BD5924"/>
    <w:rsid w:val="00BD595B"/>
    <w:rsid w:val="00BE56CC"/>
    <w:rsid w:val="00BF1716"/>
    <w:rsid w:val="00BF3AE6"/>
    <w:rsid w:val="00C00FF8"/>
    <w:rsid w:val="00C0501B"/>
    <w:rsid w:val="00C12A59"/>
    <w:rsid w:val="00C21006"/>
    <w:rsid w:val="00C21237"/>
    <w:rsid w:val="00C226D3"/>
    <w:rsid w:val="00C22C18"/>
    <w:rsid w:val="00C24560"/>
    <w:rsid w:val="00C26885"/>
    <w:rsid w:val="00C2782E"/>
    <w:rsid w:val="00C42154"/>
    <w:rsid w:val="00C617FE"/>
    <w:rsid w:val="00C745E1"/>
    <w:rsid w:val="00C81C19"/>
    <w:rsid w:val="00C86144"/>
    <w:rsid w:val="00C91D46"/>
    <w:rsid w:val="00C94832"/>
    <w:rsid w:val="00CA1742"/>
    <w:rsid w:val="00CC33D9"/>
    <w:rsid w:val="00CD024C"/>
    <w:rsid w:val="00CD0DB0"/>
    <w:rsid w:val="00CD13DB"/>
    <w:rsid w:val="00CD5864"/>
    <w:rsid w:val="00CE0F20"/>
    <w:rsid w:val="00CF33FB"/>
    <w:rsid w:val="00D01A1C"/>
    <w:rsid w:val="00D01A89"/>
    <w:rsid w:val="00D04DFB"/>
    <w:rsid w:val="00D05A60"/>
    <w:rsid w:val="00D07D77"/>
    <w:rsid w:val="00D10E11"/>
    <w:rsid w:val="00D13D33"/>
    <w:rsid w:val="00D2125F"/>
    <w:rsid w:val="00D23BA5"/>
    <w:rsid w:val="00D31869"/>
    <w:rsid w:val="00D40641"/>
    <w:rsid w:val="00D45943"/>
    <w:rsid w:val="00D534FE"/>
    <w:rsid w:val="00D561B7"/>
    <w:rsid w:val="00D573F2"/>
    <w:rsid w:val="00D64E71"/>
    <w:rsid w:val="00D64F68"/>
    <w:rsid w:val="00D70B3E"/>
    <w:rsid w:val="00D761E6"/>
    <w:rsid w:val="00D776F7"/>
    <w:rsid w:val="00D81817"/>
    <w:rsid w:val="00D83B69"/>
    <w:rsid w:val="00D907BD"/>
    <w:rsid w:val="00D90C6D"/>
    <w:rsid w:val="00DA6E67"/>
    <w:rsid w:val="00DB0F04"/>
    <w:rsid w:val="00DE35C1"/>
    <w:rsid w:val="00DE47EA"/>
    <w:rsid w:val="00E05002"/>
    <w:rsid w:val="00E130E7"/>
    <w:rsid w:val="00E13A16"/>
    <w:rsid w:val="00E15546"/>
    <w:rsid w:val="00E22C4C"/>
    <w:rsid w:val="00E26A25"/>
    <w:rsid w:val="00E27009"/>
    <w:rsid w:val="00E37AAD"/>
    <w:rsid w:val="00E519F6"/>
    <w:rsid w:val="00E548C4"/>
    <w:rsid w:val="00E64B87"/>
    <w:rsid w:val="00E64CD4"/>
    <w:rsid w:val="00E7626B"/>
    <w:rsid w:val="00E81245"/>
    <w:rsid w:val="00E8168D"/>
    <w:rsid w:val="00E855DF"/>
    <w:rsid w:val="00E86422"/>
    <w:rsid w:val="00E90960"/>
    <w:rsid w:val="00E913AE"/>
    <w:rsid w:val="00EB4184"/>
    <w:rsid w:val="00EC09B3"/>
    <w:rsid w:val="00EC36AB"/>
    <w:rsid w:val="00ED3962"/>
    <w:rsid w:val="00ED4B5A"/>
    <w:rsid w:val="00EE3996"/>
    <w:rsid w:val="00EE58E7"/>
    <w:rsid w:val="00EF625A"/>
    <w:rsid w:val="00F00C22"/>
    <w:rsid w:val="00F04182"/>
    <w:rsid w:val="00F0749B"/>
    <w:rsid w:val="00F07800"/>
    <w:rsid w:val="00F15216"/>
    <w:rsid w:val="00F2300F"/>
    <w:rsid w:val="00F2401A"/>
    <w:rsid w:val="00F25CB3"/>
    <w:rsid w:val="00F452AC"/>
    <w:rsid w:val="00F45D27"/>
    <w:rsid w:val="00F47C72"/>
    <w:rsid w:val="00F5143E"/>
    <w:rsid w:val="00F53151"/>
    <w:rsid w:val="00F545EF"/>
    <w:rsid w:val="00F550E3"/>
    <w:rsid w:val="00F57D09"/>
    <w:rsid w:val="00F72C0B"/>
    <w:rsid w:val="00F7453B"/>
    <w:rsid w:val="00F86440"/>
    <w:rsid w:val="00F87CDE"/>
    <w:rsid w:val="00FA7AB9"/>
    <w:rsid w:val="00FB1706"/>
    <w:rsid w:val="00FC5C3B"/>
    <w:rsid w:val="00FD2C96"/>
    <w:rsid w:val="00FE0222"/>
    <w:rsid w:val="00FE24E3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20B490B"/>
  <w15:chartTrackingRefBased/>
  <w15:docId w15:val="{C29989E7-3D71-49BE-9F26-0AD881A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ED"/>
    <w:rPr>
      <w:sz w:val="24"/>
      <w:szCs w:val="24"/>
      <w:lang w:val="bg-BG" w:eastAsia="bg-BG"/>
    </w:rPr>
  </w:style>
  <w:style w:type="paragraph" w:styleId="Heading1">
    <w:name w:val="heading 1"/>
    <w:aliases w:val="Titolo 1 Carattere,Livre"/>
    <w:basedOn w:val="Normal"/>
    <w:next w:val="Normal"/>
    <w:link w:val="Heading1Char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TIT-PLIEGO PAC,Titolo 2 Carattere3,Titolo 2 Carattere1 Carattere1,Titolo 2 Carattere3 Carattere Carattere,Titolo 2 Carattere1,Titolo 2 Carattere3 Carattere,Heading 21"/>
    <w:basedOn w:val="Normal"/>
    <w:next w:val="Normal"/>
    <w:link w:val="Heading2Char"/>
    <w:qFormat/>
    <w:rsid w:val="00A63A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9633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C91D46"/>
    <w:rPr>
      <w:b/>
      <w:i/>
      <w:color w:val="0000FF"/>
      <w:sz w:val="22"/>
    </w:rPr>
  </w:style>
  <w:style w:type="paragraph" w:styleId="BalloonText">
    <w:name w:val="Balloon Text"/>
    <w:basedOn w:val="Normal"/>
    <w:semiHidden/>
    <w:rsid w:val="00E8168D"/>
    <w:rPr>
      <w:rFonts w:ascii="Tahoma" w:hAnsi="Tahoma" w:cs="Tahoma"/>
      <w:sz w:val="16"/>
      <w:szCs w:val="16"/>
    </w:rPr>
  </w:style>
  <w:style w:type="paragraph" w:styleId="Header">
    <w:name w:val="header"/>
    <w:aliases w:val="Header1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21E60"/>
  </w:style>
  <w:style w:type="paragraph" w:customStyle="1" w:styleId="Char">
    <w:name w:val="Char"/>
    <w:basedOn w:val="Normal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FE0222"/>
    <w:rPr>
      <w:sz w:val="20"/>
      <w:szCs w:val="20"/>
    </w:rPr>
  </w:style>
  <w:style w:type="character" w:styleId="FootnoteReference">
    <w:name w:val="footnote reference"/>
    <w:semiHidden/>
    <w:rsid w:val="00FE0222"/>
    <w:rPr>
      <w:vertAlign w:val="superscript"/>
    </w:rPr>
  </w:style>
  <w:style w:type="paragraph" w:styleId="BodyTextIndent">
    <w:name w:val="Body Text Indent"/>
    <w:basedOn w:val="Normal"/>
    <w:rsid w:val="00634AE3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634AE3"/>
    <w:pPr>
      <w:jc w:val="center"/>
    </w:pPr>
    <w:rPr>
      <w:b/>
      <w:sz w:val="28"/>
      <w:szCs w:val="20"/>
      <w:lang w:eastAsia="en-US"/>
    </w:rPr>
  </w:style>
  <w:style w:type="paragraph" w:styleId="BodyText">
    <w:name w:val="Body Text"/>
    <w:basedOn w:val="Normal"/>
    <w:rsid w:val="00342F49"/>
    <w:pPr>
      <w:spacing w:after="120"/>
    </w:pPr>
  </w:style>
  <w:style w:type="character" w:customStyle="1" w:styleId="MessageHeaderLabel">
    <w:name w:val="Message Header Label"/>
    <w:rsid w:val="00342F49"/>
    <w:rPr>
      <w:rFonts w:ascii="Arial Black" w:hAnsi="Arial Black"/>
      <w:sz w:val="18"/>
    </w:rPr>
  </w:style>
  <w:style w:type="character" w:customStyle="1" w:styleId="HeaderChar">
    <w:name w:val="Header Char"/>
    <w:aliases w:val="Header1 Char"/>
    <w:link w:val="Header"/>
    <w:uiPriority w:val="99"/>
    <w:rsid w:val="009D018B"/>
    <w:rPr>
      <w:sz w:val="24"/>
      <w:szCs w:val="24"/>
    </w:rPr>
  </w:style>
  <w:style w:type="paragraph" w:customStyle="1" w:styleId="Default">
    <w:name w:val="Default"/>
    <w:rsid w:val="009D018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-">
    <w:name w:val="Таблица - съдържание"/>
    <w:basedOn w:val="Normal"/>
    <w:rsid w:val="001E5002"/>
    <w:pPr>
      <w:widowControl w:val="0"/>
      <w:suppressLineNumbers/>
      <w:suppressAutoHyphens/>
    </w:pPr>
    <w:rPr>
      <w:rFonts w:eastAsia="Arial Unicode MS"/>
      <w:kern w:val="2"/>
      <w:lang w:eastAsia="ja-JP"/>
    </w:rPr>
  </w:style>
  <w:style w:type="character" w:customStyle="1" w:styleId="FooterChar">
    <w:name w:val="Footer Char"/>
    <w:link w:val="Footer"/>
    <w:uiPriority w:val="99"/>
    <w:rsid w:val="00E13A16"/>
    <w:rPr>
      <w:sz w:val="24"/>
      <w:szCs w:val="24"/>
    </w:rPr>
  </w:style>
  <w:style w:type="character" w:customStyle="1" w:styleId="Heading3Char">
    <w:name w:val="Heading 3 Char"/>
    <w:link w:val="Heading3"/>
    <w:semiHidden/>
    <w:rsid w:val="0059633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BulletPTS">
    <w:name w:val="Bullet PTS"/>
    <w:basedOn w:val="Normal"/>
    <w:link w:val="BulletPTSChar"/>
    <w:qFormat/>
    <w:rsid w:val="00596332"/>
    <w:pPr>
      <w:numPr>
        <w:numId w:val="9"/>
      </w:numPr>
      <w:spacing w:after="60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BulletPTSChar">
    <w:name w:val="Bullet PTS Char"/>
    <w:link w:val="BulletPTS"/>
    <w:rsid w:val="00596332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96332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Titolo 1 Carattere Char,Livre Char"/>
    <w:link w:val="Heading1"/>
    <w:rsid w:val="0059633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TIT-PLIEGO PAC Char,Titolo 2 Carattere3 Char,Titolo 2 Carattere1 Carattere1 Char,Titolo 2 Carattere3 Carattere Carattere Char,Titolo 2 Carattere1 Char,Titolo 2 Carattere3 Carattere Char,Heading 21 Char"/>
    <w:link w:val="Heading2"/>
    <w:rsid w:val="00D90C6D"/>
    <w:rPr>
      <w:rFonts w:ascii="Arial" w:hAnsi="Arial" w:cs="Arial"/>
      <w:b/>
      <w:bCs/>
      <w:i/>
      <w:iCs/>
      <w:sz w:val="28"/>
      <w:szCs w:val="28"/>
    </w:rPr>
  </w:style>
  <w:style w:type="character" w:customStyle="1" w:styleId="st1">
    <w:name w:val="st1"/>
    <w:rsid w:val="00B00382"/>
  </w:style>
  <w:style w:type="character" w:customStyle="1" w:styleId="TitleChar">
    <w:name w:val="Title Char"/>
    <w:link w:val="Title"/>
    <w:rsid w:val="00F45D27"/>
    <w:rPr>
      <w:b/>
      <w:sz w:val="28"/>
      <w:lang w:eastAsia="en-US"/>
    </w:rPr>
  </w:style>
  <w:style w:type="paragraph" w:customStyle="1" w:styleId="Char1">
    <w:name w:val="Char1"/>
    <w:basedOn w:val="Normal"/>
    <w:rsid w:val="00C2782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DIlieva\Desktop\declar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C9E98-803A-4B9D-8575-81B9D43B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declaration</Template>
  <TotalTime>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ОФЕРТА</vt:lpstr>
    </vt:vector>
  </TitlesOfParts>
  <Company>HP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ОФЕРТА</dc:title>
  <dc:subject/>
  <dc:creator>YDIlieva</dc:creator>
  <cp:keywords/>
  <cp:lastModifiedBy>Liliya Chobanova</cp:lastModifiedBy>
  <cp:revision>4</cp:revision>
  <cp:lastPrinted>2008-12-12T15:45:00Z</cp:lastPrinted>
  <dcterms:created xsi:type="dcterms:W3CDTF">2019-04-12T07:06:00Z</dcterms:created>
  <dcterms:modified xsi:type="dcterms:W3CDTF">2019-04-12T07:08:00Z</dcterms:modified>
</cp:coreProperties>
</file>